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0D" w:rsidRPr="003E50CB" w:rsidRDefault="00E61D0D" w:rsidP="003E50CB">
      <w:pPr>
        <w:jc w:val="center"/>
        <w:rPr>
          <w:b/>
          <w:sz w:val="28"/>
          <w:szCs w:val="28"/>
        </w:rPr>
      </w:pPr>
      <w:r w:rsidRPr="003E50CB">
        <w:rPr>
          <w:b/>
          <w:sz w:val="28"/>
          <w:szCs w:val="28"/>
        </w:rPr>
        <w:t xml:space="preserve">Число замещаемых рабочих мест в субъектах малого и среднего предпринимательства в соответствии с их классификацией по видам экономической деятельности муниципальном образовании </w:t>
      </w:r>
      <w:r>
        <w:rPr>
          <w:b/>
          <w:sz w:val="28"/>
          <w:szCs w:val="28"/>
        </w:rPr>
        <w:t>Сили</w:t>
      </w:r>
      <w:r w:rsidRPr="003E50CB">
        <w:rPr>
          <w:b/>
          <w:sz w:val="28"/>
          <w:szCs w:val="28"/>
        </w:rPr>
        <w:t>нский сельсовет</w:t>
      </w:r>
      <w:r>
        <w:rPr>
          <w:b/>
          <w:sz w:val="28"/>
          <w:szCs w:val="28"/>
        </w:rPr>
        <w:t xml:space="preserve"> на 01.01.2022 год</w:t>
      </w:r>
    </w:p>
    <w:p w:rsidR="00E61D0D" w:rsidRDefault="00E61D0D">
      <w:r>
        <w:t xml:space="preserve"> В муниципальном образовании Силинский сельсовет количество субъектов малого предпринимательства в 2021 году составило  8 единицы (индивидуальных предпринимателей - 8 чел.). Численность занятых  трудом по найму у индивидуальных предпринимателей – 12  чел. </w:t>
      </w:r>
    </w:p>
    <w:p w:rsidR="00E61D0D" w:rsidRDefault="00E61D0D"/>
    <w:p w:rsidR="00E61D0D" w:rsidRDefault="00E61D0D" w:rsidP="003E50CB">
      <w:pPr>
        <w:jc w:val="center"/>
        <w:rPr>
          <w:b/>
        </w:rPr>
      </w:pPr>
      <w:r w:rsidRPr="003E50CB">
        <w:rPr>
          <w:b/>
        </w:rPr>
        <w:t>Индивидуальные предприниматели</w:t>
      </w:r>
      <w:r>
        <w:rPr>
          <w:b/>
        </w:rPr>
        <w:t xml:space="preserve"> муниципального образования Сили</w:t>
      </w:r>
      <w:r w:rsidRPr="003E50CB">
        <w:rPr>
          <w:b/>
        </w:rPr>
        <w:t>нский сельсовет  по видам экономической деятельности в 20</w:t>
      </w:r>
      <w:r>
        <w:rPr>
          <w:b/>
        </w:rPr>
        <w:t>21</w:t>
      </w:r>
      <w:r w:rsidRPr="003E50CB">
        <w:rPr>
          <w:b/>
        </w:rPr>
        <w:t xml:space="preserve"> году .</w:t>
      </w:r>
    </w:p>
    <w:p w:rsidR="00E61D0D" w:rsidRDefault="00E61D0D" w:rsidP="003E50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E61D0D" w:rsidRPr="00885C04" w:rsidTr="00885C04">
        <w:tc>
          <w:tcPr>
            <w:tcW w:w="4785" w:type="dxa"/>
          </w:tcPr>
          <w:p w:rsidR="00E61D0D" w:rsidRPr="00885C04" w:rsidRDefault="00E61D0D" w:rsidP="00885C0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85C04">
              <w:rPr>
                <w:b/>
                <w:sz w:val="28"/>
                <w:szCs w:val="28"/>
              </w:rPr>
              <w:t>Вид деятельности</w:t>
            </w:r>
          </w:p>
          <w:p w:rsidR="00E61D0D" w:rsidRPr="00885C04" w:rsidRDefault="00E61D0D" w:rsidP="00885C04">
            <w:pPr>
              <w:spacing w:after="0"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E61D0D" w:rsidRPr="00885C04" w:rsidRDefault="00E61D0D" w:rsidP="00885C04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85C04">
              <w:rPr>
                <w:b/>
                <w:sz w:val="28"/>
                <w:szCs w:val="28"/>
              </w:rPr>
              <w:t>Численность ип</w:t>
            </w:r>
          </w:p>
        </w:tc>
      </w:tr>
      <w:tr w:rsidR="00E61D0D" w:rsidRPr="00885C04" w:rsidTr="00885C04">
        <w:tc>
          <w:tcPr>
            <w:tcW w:w="4785" w:type="dxa"/>
          </w:tcPr>
          <w:p w:rsidR="00E61D0D" w:rsidRPr="00885C04" w:rsidRDefault="00E61D0D" w:rsidP="00885C04">
            <w:pPr>
              <w:spacing w:after="0" w:line="240" w:lineRule="auto"/>
            </w:pPr>
            <w:r w:rsidRPr="00885C04">
              <w:t>Сельское хозяйство</w:t>
            </w:r>
          </w:p>
          <w:p w:rsidR="00E61D0D" w:rsidRPr="00885C04" w:rsidRDefault="00E61D0D" w:rsidP="00885C04">
            <w:pPr>
              <w:spacing w:after="0" w:line="240" w:lineRule="auto"/>
            </w:pPr>
          </w:p>
          <w:p w:rsidR="00E61D0D" w:rsidRPr="00885C04" w:rsidRDefault="00E61D0D" w:rsidP="00885C04">
            <w:pPr>
              <w:spacing w:after="0" w:line="240" w:lineRule="auto"/>
            </w:pPr>
          </w:p>
        </w:tc>
        <w:tc>
          <w:tcPr>
            <w:tcW w:w="4786" w:type="dxa"/>
          </w:tcPr>
          <w:p w:rsidR="00E61D0D" w:rsidRPr="00885C04" w:rsidRDefault="00E61D0D" w:rsidP="00885C04">
            <w:pPr>
              <w:spacing w:after="0" w:line="240" w:lineRule="auto"/>
            </w:pPr>
            <w:r>
              <w:t>3</w:t>
            </w:r>
          </w:p>
        </w:tc>
      </w:tr>
      <w:tr w:rsidR="00E61D0D" w:rsidRPr="00885C04" w:rsidTr="00885C04">
        <w:tc>
          <w:tcPr>
            <w:tcW w:w="4785" w:type="dxa"/>
          </w:tcPr>
          <w:p w:rsidR="00E61D0D" w:rsidRPr="00885C04" w:rsidRDefault="00E61D0D" w:rsidP="00885C04">
            <w:pPr>
              <w:spacing w:after="0" w:line="240" w:lineRule="auto"/>
            </w:pPr>
            <w:r w:rsidRPr="00885C04">
              <w:t>Торговля</w:t>
            </w:r>
          </w:p>
          <w:p w:rsidR="00E61D0D" w:rsidRPr="00885C04" w:rsidRDefault="00E61D0D" w:rsidP="00885C04">
            <w:pPr>
              <w:spacing w:after="0" w:line="240" w:lineRule="auto"/>
            </w:pPr>
          </w:p>
          <w:p w:rsidR="00E61D0D" w:rsidRPr="00885C04" w:rsidRDefault="00E61D0D" w:rsidP="00885C04">
            <w:pPr>
              <w:spacing w:after="0" w:line="240" w:lineRule="auto"/>
            </w:pPr>
          </w:p>
        </w:tc>
        <w:tc>
          <w:tcPr>
            <w:tcW w:w="4786" w:type="dxa"/>
          </w:tcPr>
          <w:p w:rsidR="00E61D0D" w:rsidRPr="00885C04" w:rsidRDefault="00E61D0D" w:rsidP="00885C04">
            <w:pPr>
              <w:spacing w:after="0" w:line="240" w:lineRule="auto"/>
            </w:pPr>
            <w:r>
              <w:t>5</w:t>
            </w:r>
          </w:p>
        </w:tc>
      </w:tr>
    </w:tbl>
    <w:p w:rsidR="00E61D0D" w:rsidRPr="003E50CB" w:rsidRDefault="00E61D0D" w:rsidP="003E50CB"/>
    <w:sectPr w:rsidR="00E61D0D" w:rsidRPr="003E50CB" w:rsidSect="00B0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0CB"/>
    <w:rsid w:val="000C548A"/>
    <w:rsid w:val="002E0845"/>
    <w:rsid w:val="0035003C"/>
    <w:rsid w:val="003E50CB"/>
    <w:rsid w:val="00460810"/>
    <w:rsid w:val="00661336"/>
    <w:rsid w:val="00711944"/>
    <w:rsid w:val="008123FD"/>
    <w:rsid w:val="00885C04"/>
    <w:rsid w:val="00B054E3"/>
    <w:rsid w:val="00BE3AD3"/>
    <w:rsid w:val="00CB64E1"/>
    <w:rsid w:val="00E61D0D"/>
    <w:rsid w:val="00FD2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54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E50C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100</Words>
  <Characters>576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Силино</cp:lastModifiedBy>
  <cp:revision>9</cp:revision>
  <dcterms:created xsi:type="dcterms:W3CDTF">2015-05-08T18:06:00Z</dcterms:created>
  <dcterms:modified xsi:type="dcterms:W3CDTF">2022-01-24T07:40:00Z</dcterms:modified>
</cp:coreProperties>
</file>